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3A7" w:rsidRDefault="002843A7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843A7" w:rsidRDefault="002843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16.1pt;width:54pt;height:63.2pt;z-index:251658240;visibility:visible">
            <v:imagedata r:id="rId7" o:title=""/>
          </v:shape>
        </w:pict>
      </w:r>
    </w:p>
    <w:p w:rsidR="002843A7" w:rsidRDefault="002843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43A7" w:rsidRDefault="002843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2843A7" w:rsidRDefault="002843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2843A7" w:rsidRDefault="002843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2843A7" w:rsidRDefault="002843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2843A7" w:rsidRDefault="002843A7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3A7" w:rsidRDefault="002843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50 СЕССИЯ 3 СОЗЫВА</w:t>
      </w:r>
    </w:p>
    <w:p w:rsidR="002843A7" w:rsidRDefault="002843A7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2843A7" w:rsidRPr="00524435" w:rsidRDefault="002843A7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43A7" w:rsidRPr="00524435" w:rsidRDefault="002843A7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</w:t>
      </w:r>
      <w:r w:rsidRPr="005244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26 марта 2018 года.</w:t>
      </w:r>
      <w:r w:rsidRPr="005244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159</w:t>
      </w:r>
    </w:p>
    <w:p w:rsidR="002843A7" w:rsidRDefault="002843A7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2843A7" w:rsidRDefault="002843A7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2843A7" w:rsidRDefault="002843A7" w:rsidP="00092677">
      <w:pPr>
        <w:jc w:val="center"/>
        <w:rPr>
          <w:rFonts w:ascii="Times New Roman" w:hAnsi="Times New Roman" w:cs="Times New Roman"/>
        </w:rPr>
      </w:pPr>
    </w:p>
    <w:p w:rsidR="002843A7" w:rsidRDefault="002843A7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2843A7">
        <w:trPr>
          <w:trHeight w:val="1097"/>
        </w:trPr>
        <w:tc>
          <w:tcPr>
            <w:tcW w:w="9016" w:type="dxa"/>
          </w:tcPr>
          <w:p w:rsidR="002843A7" w:rsidRDefault="002843A7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18 декабря 2017 года № 146   “О бюджете Школьненского сельского поселения Белореченского района на 2018 год”</w:t>
            </w:r>
          </w:p>
          <w:p w:rsidR="002843A7" w:rsidRDefault="002843A7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843A7" w:rsidRDefault="002843A7" w:rsidP="00092677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2843A7" w:rsidRDefault="002843A7" w:rsidP="0009267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1,2, 4 пункта 1 решения изложить в следующей редакции: </w:t>
      </w:r>
    </w:p>
    <w:p w:rsidR="002843A7" w:rsidRDefault="002843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2018 год:</w:t>
      </w:r>
    </w:p>
    <w:p w:rsidR="002843A7" w:rsidRDefault="002843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23 318 300,00 рублей;</w:t>
      </w:r>
    </w:p>
    <w:p w:rsidR="002843A7" w:rsidRDefault="002843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23 483 300</w:t>
      </w:r>
      <w:r w:rsidRPr="004213C8">
        <w:rPr>
          <w:rFonts w:ascii="Times New Roman" w:hAnsi="Times New Roman" w:cs="Times New Roman"/>
          <w:sz w:val="28"/>
          <w:szCs w:val="28"/>
        </w:rPr>
        <w:t>,00 рублей;</w:t>
      </w:r>
    </w:p>
    <w:p w:rsidR="002843A7" w:rsidRDefault="002843A7" w:rsidP="000926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дефицит бюджета в сумме 165 000,00 рублей.».</w:t>
      </w:r>
    </w:p>
    <w:p w:rsidR="002843A7" w:rsidRDefault="002843A7" w:rsidP="00092677">
      <w:pPr>
        <w:widowControl w:val="0"/>
        <w:shd w:val="clear" w:color="auto" w:fill="FFFFFF"/>
        <w:tabs>
          <w:tab w:val="left" w:pos="-5103"/>
        </w:tabs>
        <w:spacing w:line="232" w:lineRule="auto"/>
        <w:ind w:left="36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1.2. Изложить пункт 16 в следующей редакции:</w:t>
      </w:r>
    </w:p>
    <w:p w:rsidR="002843A7" w:rsidRDefault="002843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«16.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поселения Белореченского района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3 730 700,00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843A7" w:rsidRDefault="002843A7" w:rsidP="0009267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53CCF">
        <w:rPr>
          <w:rFonts w:ascii="Times New Roman" w:hAnsi="Times New Roman" w:cs="Times New Roman"/>
          <w:sz w:val="28"/>
          <w:szCs w:val="28"/>
        </w:rPr>
        <w:t>Увеличить годов</w:t>
      </w:r>
      <w:r>
        <w:rPr>
          <w:rFonts w:ascii="Times New Roman" w:hAnsi="Times New Roman" w:cs="Times New Roman"/>
          <w:sz w:val="28"/>
          <w:szCs w:val="28"/>
        </w:rPr>
        <w:t>ые бюджетные назначения в сумме</w:t>
      </w:r>
      <w:r w:rsidRPr="00653C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15 000,00</w:t>
      </w:r>
      <w:r w:rsidRPr="00653CCF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        по коду доходов 816 </w:t>
      </w:r>
      <w:r w:rsidRPr="00AC1128">
        <w:rPr>
          <w:rFonts w:ascii="Times New Roman" w:hAnsi="Times New Roman" w:cs="Times New Roman"/>
          <w:sz w:val="28"/>
          <w:szCs w:val="28"/>
        </w:rPr>
        <w:t xml:space="preserve">11633050 10 0000 140 </w:t>
      </w:r>
      <w:r w:rsidRPr="008D678E">
        <w:rPr>
          <w:rFonts w:ascii="Times New Roman" w:hAnsi="Times New Roman" w:cs="Times New Roman"/>
          <w:sz w:val="28"/>
          <w:szCs w:val="28"/>
        </w:rPr>
        <w:t>«</w:t>
      </w:r>
      <w:r w:rsidRPr="00AC1128">
        <w:rPr>
          <w:rFonts w:ascii="Times New Roman" w:hAnsi="Times New Roman" w:cs="Times New Roman"/>
          <w:sz w:val="28"/>
          <w:szCs w:val="28"/>
        </w:rPr>
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843A7" w:rsidRDefault="002843A7" w:rsidP="00092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Дополнительные доходы в сумме 15 000,00 рублей направить в том числе:</w:t>
      </w:r>
    </w:p>
    <w:p w:rsidR="002843A7" w:rsidRDefault="002843A7" w:rsidP="00092677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по коду раздела, подраздела 01 06 «Обеспечение деятельности финансовых, налоговых и таможенных органов и органов финансового (финансово-бюджетного) надзора»,  целевой статье       9900225010 «Расходы на передачу полномочий из поселений», виду расходов 500 «Межбюджетные трансферты» в сумме 3 900,00 рублей в связи с заключением соглашения о передаче полномочия Совету муниципального образования  Белореченский  район Советом  Школьненского сельского поселения Белореченского 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осуществлению внешнего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от 30.03.2012 г., принятого решением Совета, № 126 от 29.03.2012 г.,</w:t>
      </w:r>
    </w:p>
    <w:p w:rsidR="002843A7" w:rsidRDefault="002843A7" w:rsidP="00092677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 коду раздела, подраздела 01 13 «Другие вопросы в области национальной экономики», целевой статье 9900225010 «Расходы на передачу полномочий из поселений», виду расходов 500 «Межбюджетные трансферты» в сумме 2 000,00 рублей в связи с заключением соглашений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>
        <w:rPr>
          <w:rFonts w:ascii="Times New Roman" w:hAnsi="Times New Roman" w:cs="Times New Roman"/>
          <w:sz w:val="28"/>
          <w:szCs w:val="28"/>
        </w:rPr>
        <w:t>, принятого решением Совета, № 148 от 18.12.2017 г.,</w:t>
      </w:r>
    </w:p>
    <w:p w:rsidR="002843A7" w:rsidRDefault="002843A7" w:rsidP="00092677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04 12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EE2CD0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>
        <w:rPr>
          <w:rFonts w:ascii="Times New Roman" w:hAnsi="Times New Roman" w:cs="Times New Roman"/>
          <w:sz w:val="28"/>
          <w:szCs w:val="28"/>
        </w:rPr>
        <w:t xml:space="preserve">»,  целевой статье </w:t>
      </w:r>
      <w:r w:rsidRPr="00C9771E">
        <w:rPr>
          <w:rFonts w:ascii="Times New Roman" w:hAnsi="Times New Roman" w:cs="Times New Roman"/>
          <w:sz w:val="28"/>
          <w:szCs w:val="28"/>
        </w:rPr>
        <w:t>9900225010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C9771E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 w:rsidRPr="0081422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142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 w:rsidRPr="00755BD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55BD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«М</w:t>
      </w:r>
      <w:r w:rsidRPr="00755BDB">
        <w:rPr>
          <w:rFonts w:ascii="Times New Roman" w:hAnsi="Times New Roman" w:cs="Times New Roman"/>
          <w:sz w:val="28"/>
          <w:szCs w:val="28"/>
        </w:rPr>
        <w:t>ежбюджетные трансферты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5EF6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1 0</w:t>
      </w:r>
      <w:r w:rsidRPr="00DD5EF6">
        <w:rPr>
          <w:rFonts w:ascii="Times New Roman" w:hAnsi="Times New Roman" w:cs="Times New Roman"/>
          <w:sz w:val="28"/>
          <w:szCs w:val="28"/>
        </w:rPr>
        <w:t>00,00 рублей</w:t>
      </w:r>
      <w:r w:rsidRPr="00513393">
        <w:rPr>
          <w:rFonts w:ascii="Times New Roman" w:hAnsi="Times New Roman" w:cs="Times New Roman"/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в связи с заключением соглашения о передаче</w:t>
      </w:r>
      <w:r>
        <w:rPr>
          <w:rFonts w:ascii="Times New Roman" w:hAnsi="Times New Roman" w:cs="Times New Roman"/>
          <w:sz w:val="28"/>
          <w:szCs w:val="28"/>
        </w:rPr>
        <w:t xml:space="preserve"> части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Белореченский  район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 Школьненского сельского поселения Белореченского 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CCB">
        <w:rPr>
          <w:rFonts w:ascii="Times New Roman" w:hAnsi="Times New Roman" w:cs="Times New Roman"/>
          <w:sz w:val="28"/>
          <w:szCs w:val="28"/>
        </w:rPr>
        <w:t>по присвоению адресов объектам адресации</w:t>
      </w:r>
      <w:r w:rsidRPr="00844CCB">
        <w:rPr>
          <w:rFonts w:ascii="Times New Roman" w:hAnsi="Times New Roman" w:cs="Times New Roman"/>
          <w:spacing w:val="-1"/>
          <w:sz w:val="28"/>
          <w:szCs w:val="28"/>
        </w:rPr>
        <w:t>, изменению, аннулированию адресов, присвоению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изменению, аннулированию таких наименований, размещению информации в государственном адресном реестре</w:t>
      </w:r>
      <w:r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844CCB">
        <w:rPr>
          <w:rFonts w:ascii="Times New Roman" w:hAnsi="Times New Roman" w:cs="Times New Roman"/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принято</w:t>
      </w:r>
      <w:r>
        <w:rPr>
          <w:rFonts w:ascii="Times New Roman" w:hAnsi="Times New Roman" w:cs="Times New Roman"/>
          <w:sz w:val="28"/>
          <w:szCs w:val="28"/>
        </w:rPr>
        <w:t xml:space="preserve">го решением Совета </w:t>
      </w:r>
      <w:r w:rsidRPr="008D0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54</w:t>
      </w:r>
      <w:r w:rsidRPr="008D0A0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8D0A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D0A0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D0A0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843A7" w:rsidRDefault="002843A7" w:rsidP="00092677">
      <w:pPr>
        <w:pStyle w:val="NormalWeb"/>
        <w:tabs>
          <w:tab w:val="left" w:pos="54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4) по  коду раздела, подраздела 05 03 «Благоустройство»,  целевой статье   6800010320 «Прочие мероприятия по благоустройству городских округов и поселений» в сумме 8 100,00 рублей на вывоз мусора.</w:t>
      </w:r>
    </w:p>
    <w:p w:rsidR="002843A7" w:rsidRDefault="002843A7" w:rsidP="00092677">
      <w:pPr>
        <w:pStyle w:val="NormalWeb"/>
        <w:tabs>
          <w:tab w:val="left" w:pos="54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4. Направить остатки от неиспользованных ассигнований дорожного фонда (за счет налоговых и неналоговых доходов) по состоянию на 01.01.2018 года в сумме 165 000,00 рублей по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 на содержание дорог.</w:t>
      </w:r>
    </w:p>
    <w:p w:rsidR="002843A7" w:rsidRPr="007A0F6C" w:rsidRDefault="002843A7" w:rsidP="00092677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 </w:t>
      </w:r>
      <w:r>
        <w:rPr>
          <w:rFonts w:ascii="Times New Roman" w:hAnsi="Times New Roman" w:cs="Times New Roman"/>
          <w:sz w:val="28"/>
          <w:szCs w:val="28"/>
        </w:rPr>
        <w:t>2,4-7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</w:t>
      </w:r>
      <w:r>
        <w:rPr>
          <w:rFonts w:ascii="Times New Roman" w:hAnsi="Times New Roman" w:cs="Times New Roman"/>
          <w:sz w:val="28"/>
          <w:szCs w:val="28"/>
        </w:rPr>
        <w:t>,5,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2843A7" w:rsidRDefault="002843A7" w:rsidP="00092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7. Настоящее решение подлежит опубликованию в установленном порядке.</w:t>
      </w:r>
    </w:p>
    <w:p w:rsidR="002843A7" w:rsidRDefault="002843A7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8. Настоящее решение  вступает в силу со дня его опубликования.</w:t>
      </w:r>
    </w:p>
    <w:p w:rsidR="002843A7" w:rsidRDefault="002843A7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3A7" w:rsidRDefault="002843A7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                                                      Председатель Совета</w:t>
      </w:r>
    </w:p>
    <w:p w:rsidR="002843A7" w:rsidRDefault="002843A7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Школьненского сельского поселения</w:t>
      </w:r>
    </w:p>
    <w:p w:rsidR="002843A7" w:rsidRDefault="002843A7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Белореченского района</w:t>
      </w:r>
    </w:p>
    <w:p w:rsidR="002843A7" w:rsidRDefault="002843A7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В.Н.Лантратов                                              Н.В.Лавриненко                                                </w:t>
      </w:r>
    </w:p>
    <w:sectPr w:rsidR="002843A7" w:rsidSect="008443FA">
      <w:headerReference w:type="default" r:id="rId8"/>
      <w:pgSz w:w="11906" w:h="16838"/>
      <w:pgMar w:top="397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3A7" w:rsidRDefault="002843A7" w:rsidP="00B57B3B">
      <w:r>
        <w:separator/>
      </w:r>
    </w:p>
  </w:endnote>
  <w:endnote w:type="continuationSeparator" w:id="0">
    <w:p w:rsidR="002843A7" w:rsidRDefault="002843A7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3A7" w:rsidRDefault="002843A7" w:rsidP="00B57B3B">
      <w:r>
        <w:separator/>
      </w:r>
    </w:p>
  </w:footnote>
  <w:footnote w:type="continuationSeparator" w:id="0">
    <w:p w:rsidR="002843A7" w:rsidRDefault="002843A7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3A7" w:rsidRPr="003139BC" w:rsidRDefault="002843A7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2843A7" w:rsidRDefault="002843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5659"/>
    <w:rsid w:val="00044004"/>
    <w:rsid w:val="00054A0C"/>
    <w:rsid w:val="000555BA"/>
    <w:rsid w:val="00055E88"/>
    <w:rsid w:val="00057A10"/>
    <w:rsid w:val="000775A2"/>
    <w:rsid w:val="00083738"/>
    <w:rsid w:val="000839B2"/>
    <w:rsid w:val="00084484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3397"/>
    <w:rsid w:val="000D1831"/>
    <w:rsid w:val="000D36C2"/>
    <w:rsid w:val="000D533B"/>
    <w:rsid w:val="000D5EFA"/>
    <w:rsid w:val="000D65D9"/>
    <w:rsid w:val="000E7BAE"/>
    <w:rsid w:val="000F4957"/>
    <w:rsid w:val="00101D42"/>
    <w:rsid w:val="00106DED"/>
    <w:rsid w:val="00111AC0"/>
    <w:rsid w:val="001177DA"/>
    <w:rsid w:val="0012213C"/>
    <w:rsid w:val="00125128"/>
    <w:rsid w:val="00126D0D"/>
    <w:rsid w:val="00127703"/>
    <w:rsid w:val="00130523"/>
    <w:rsid w:val="001357CE"/>
    <w:rsid w:val="001410FA"/>
    <w:rsid w:val="001415D1"/>
    <w:rsid w:val="0014349A"/>
    <w:rsid w:val="00144247"/>
    <w:rsid w:val="00146873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7497"/>
    <w:rsid w:val="00202C96"/>
    <w:rsid w:val="00203FD5"/>
    <w:rsid w:val="00210A11"/>
    <w:rsid w:val="00214342"/>
    <w:rsid w:val="002171ED"/>
    <w:rsid w:val="002208D2"/>
    <w:rsid w:val="00221DB4"/>
    <w:rsid w:val="00231FA8"/>
    <w:rsid w:val="00233C0A"/>
    <w:rsid w:val="0023657E"/>
    <w:rsid w:val="00237868"/>
    <w:rsid w:val="00241112"/>
    <w:rsid w:val="002504D7"/>
    <w:rsid w:val="00250B0C"/>
    <w:rsid w:val="00253C20"/>
    <w:rsid w:val="00255B84"/>
    <w:rsid w:val="00260F0C"/>
    <w:rsid w:val="00266475"/>
    <w:rsid w:val="00271227"/>
    <w:rsid w:val="00282915"/>
    <w:rsid w:val="002843A7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A75"/>
    <w:rsid w:val="002C2875"/>
    <w:rsid w:val="002C3522"/>
    <w:rsid w:val="002C5126"/>
    <w:rsid w:val="002C7306"/>
    <w:rsid w:val="002D61FE"/>
    <w:rsid w:val="002E76CC"/>
    <w:rsid w:val="002E78BE"/>
    <w:rsid w:val="002E78D0"/>
    <w:rsid w:val="002F25AC"/>
    <w:rsid w:val="002F2A37"/>
    <w:rsid w:val="002F3AD2"/>
    <w:rsid w:val="002F412F"/>
    <w:rsid w:val="003139BC"/>
    <w:rsid w:val="003153D4"/>
    <w:rsid w:val="00315D3B"/>
    <w:rsid w:val="00316749"/>
    <w:rsid w:val="00317571"/>
    <w:rsid w:val="00321C4D"/>
    <w:rsid w:val="00324101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46E6"/>
    <w:rsid w:val="003D5459"/>
    <w:rsid w:val="003E4804"/>
    <w:rsid w:val="003F181F"/>
    <w:rsid w:val="003F237D"/>
    <w:rsid w:val="003F26A6"/>
    <w:rsid w:val="003F7937"/>
    <w:rsid w:val="00410F52"/>
    <w:rsid w:val="00411021"/>
    <w:rsid w:val="0041238D"/>
    <w:rsid w:val="0041759B"/>
    <w:rsid w:val="00420931"/>
    <w:rsid w:val="004213C8"/>
    <w:rsid w:val="00426CEA"/>
    <w:rsid w:val="00434016"/>
    <w:rsid w:val="00437FBD"/>
    <w:rsid w:val="00444314"/>
    <w:rsid w:val="004510FA"/>
    <w:rsid w:val="0045431B"/>
    <w:rsid w:val="00457F08"/>
    <w:rsid w:val="00460128"/>
    <w:rsid w:val="0046258A"/>
    <w:rsid w:val="004627B5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E2006"/>
    <w:rsid w:val="004F324E"/>
    <w:rsid w:val="004F39C5"/>
    <w:rsid w:val="0050053D"/>
    <w:rsid w:val="005012FC"/>
    <w:rsid w:val="0050244E"/>
    <w:rsid w:val="00505CF9"/>
    <w:rsid w:val="00507A5E"/>
    <w:rsid w:val="005123DA"/>
    <w:rsid w:val="00513217"/>
    <w:rsid w:val="00513393"/>
    <w:rsid w:val="00515218"/>
    <w:rsid w:val="0052009A"/>
    <w:rsid w:val="00521F62"/>
    <w:rsid w:val="00524435"/>
    <w:rsid w:val="00525406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1F7B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17B2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9D8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A51E4"/>
    <w:rsid w:val="008B4059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4358"/>
    <w:rsid w:val="00956C78"/>
    <w:rsid w:val="00957CB9"/>
    <w:rsid w:val="00963B41"/>
    <w:rsid w:val="00965867"/>
    <w:rsid w:val="00970A73"/>
    <w:rsid w:val="00972A13"/>
    <w:rsid w:val="00972EDB"/>
    <w:rsid w:val="00974E5B"/>
    <w:rsid w:val="009752B5"/>
    <w:rsid w:val="00981032"/>
    <w:rsid w:val="00981B34"/>
    <w:rsid w:val="0098228A"/>
    <w:rsid w:val="00987858"/>
    <w:rsid w:val="009959A2"/>
    <w:rsid w:val="00995AF3"/>
    <w:rsid w:val="009A223F"/>
    <w:rsid w:val="009A27D5"/>
    <w:rsid w:val="009A79F8"/>
    <w:rsid w:val="009A7DAE"/>
    <w:rsid w:val="009A7EFE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E48"/>
    <w:rsid w:val="00A05354"/>
    <w:rsid w:val="00A14C04"/>
    <w:rsid w:val="00A14F88"/>
    <w:rsid w:val="00A224F0"/>
    <w:rsid w:val="00A31EB4"/>
    <w:rsid w:val="00A3364F"/>
    <w:rsid w:val="00A33813"/>
    <w:rsid w:val="00A33EC2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927CD"/>
    <w:rsid w:val="00A969F6"/>
    <w:rsid w:val="00AA5BE7"/>
    <w:rsid w:val="00AB5EB6"/>
    <w:rsid w:val="00AC1128"/>
    <w:rsid w:val="00AD1D8E"/>
    <w:rsid w:val="00AD5AD8"/>
    <w:rsid w:val="00AE471E"/>
    <w:rsid w:val="00AE5C61"/>
    <w:rsid w:val="00AE5D7B"/>
    <w:rsid w:val="00AE6C05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75BD2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4009"/>
    <w:rsid w:val="00BE528A"/>
    <w:rsid w:val="00BE709F"/>
    <w:rsid w:val="00BF03FC"/>
    <w:rsid w:val="00BF2442"/>
    <w:rsid w:val="00BF3CDC"/>
    <w:rsid w:val="00BF61F2"/>
    <w:rsid w:val="00BF6A75"/>
    <w:rsid w:val="00C02739"/>
    <w:rsid w:val="00C07ACC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42666"/>
    <w:rsid w:val="00C4632C"/>
    <w:rsid w:val="00C528FA"/>
    <w:rsid w:val="00C541A9"/>
    <w:rsid w:val="00C57BBA"/>
    <w:rsid w:val="00C6531B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364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5EF6"/>
    <w:rsid w:val="00DD6FE6"/>
    <w:rsid w:val="00DE2915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218DB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275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90966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144C"/>
    <w:rsid w:val="00FD3639"/>
    <w:rsid w:val="00FD5B5A"/>
    <w:rsid w:val="00FD6413"/>
    <w:rsid w:val="00FE08BA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1">
    <w:name w:val="Знак Знак Знак"/>
    <w:basedOn w:val="Normal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0">
    <w:name w:val="Знак1"/>
    <w:basedOn w:val="Normal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">
    <w:name w:val="Знак2"/>
    <w:basedOn w:val="Normal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4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457</TotalTime>
  <Pages>2</Pages>
  <Words>991</Words>
  <Characters>5649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39</cp:revision>
  <cp:lastPrinted>2018-03-23T08:33:00Z</cp:lastPrinted>
  <dcterms:created xsi:type="dcterms:W3CDTF">2017-12-13T16:31:00Z</dcterms:created>
  <dcterms:modified xsi:type="dcterms:W3CDTF">2018-03-29T13:57:00Z</dcterms:modified>
</cp:coreProperties>
</file>